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DB100" w14:textId="77777777" w:rsidR="009D26C2" w:rsidRPr="00844A3F" w:rsidRDefault="00DF68D1" w:rsidP="00912BFF">
      <w:pPr>
        <w:shd w:val="clear" w:color="auto" w:fill="FFFFFF"/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</w:pPr>
      <w:r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4449CF"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4449CF"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4449CF"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4449CF"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4449CF"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4449CF"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844A3F"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844A3F">
        <w:rPr>
          <w:rFonts w:asciiTheme="minorHAnsi" w:hAnsiTheme="minorHAnsi" w:cstheme="minorHAnsi"/>
          <w:b/>
          <w:bCs/>
          <w:color w:val="000000"/>
          <w:w w:val="90"/>
        </w:rPr>
        <w:tab/>
      </w:r>
      <w:r w:rsidR="00F35186"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>Załącznik nr</w:t>
      </w:r>
      <w:r w:rsidR="000D6E76"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 xml:space="preserve"> 2</w:t>
      </w:r>
      <w:r w:rsidR="00F35186"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 xml:space="preserve">  do zapytania ofertowego</w:t>
      </w:r>
      <w:r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ab/>
      </w:r>
      <w:r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ab/>
      </w:r>
      <w:r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ab/>
      </w:r>
      <w:r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ab/>
      </w:r>
      <w:r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ab/>
      </w:r>
      <w:r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ab/>
      </w:r>
      <w:r w:rsidRPr="00844A3F">
        <w:rPr>
          <w:rFonts w:asciiTheme="minorHAnsi" w:hAnsiTheme="minorHAnsi" w:cstheme="minorHAnsi"/>
          <w:bCs/>
          <w:i/>
          <w:color w:val="000000"/>
          <w:w w:val="90"/>
          <w:sz w:val="18"/>
          <w:szCs w:val="18"/>
        </w:rPr>
        <w:tab/>
      </w:r>
    </w:p>
    <w:p w14:paraId="5F5C0EDC" w14:textId="14E3E669" w:rsidR="009D26C2" w:rsidRPr="00D55BFB" w:rsidRDefault="00A26CE4" w:rsidP="00D55BFB">
      <w:pPr>
        <w:shd w:val="clear" w:color="auto" w:fill="FFFFFF"/>
        <w:jc w:val="center"/>
        <w:rPr>
          <w:rFonts w:ascii="Verdana" w:hAnsi="Verdana" w:cstheme="minorHAnsi"/>
          <w:b/>
          <w:bCs/>
          <w:color w:val="000000"/>
          <w:w w:val="90"/>
          <w:sz w:val="18"/>
          <w:szCs w:val="18"/>
        </w:rPr>
      </w:pPr>
      <w:r w:rsidRPr="00D55BFB">
        <w:rPr>
          <w:rFonts w:ascii="Verdana" w:hAnsi="Verdana" w:cstheme="minorHAnsi"/>
          <w:b/>
          <w:bCs/>
          <w:color w:val="000000"/>
          <w:w w:val="90"/>
          <w:sz w:val="18"/>
          <w:szCs w:val="18"/>
        </w:rPr>
        <w:t>Wykaz doświadczenia zawodowego</w:t>
      </w:r>
    </w:p>
    <w:p w14:paraId="15589713" w14:textId="77777777" w:rsidR="00A26CE4" w:rsidRPr="005105E6" w:rsidRDefault="00A26CE4" w:rsidP="00912BFF">
      <w:pPr>
        <w:shd w:val="clear" w:color="auto" w:fill="FFFFFF"/>
        <w:rPr>
          <w:rFonts w:asciiTheme="minorHAnsi" w:hAnsiTheme="minorHAnsi" w:cstheme="minorHAnsi"/>
          <w:b/>
          <w:bCs/>
          <w:color w:val="000000"/>
          <w:w w:val="90"/>
          <w:sz w:val="16"/>
          <w:szCs w:val="16"/>
        </w:rPr>
      </w:pPr>
    </w:p>
    <w:p w14:paraId="134080AD" w14:textId="06A31322" w:rsidR="004223DB" w:rsidRPr="00614313" w:rsidRDefault="000D6E76" w:rsidP="00FF36A0">
      <w:pPr>
        <w:shd w:val="clear" w:color="auto" w:fill="FFFFFF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  <w:w w:val="90"/>
        </w:rPr>
        <w:t>P</w:t>
      </w:r>
      <w:r w:rsidR="00A41ADB">
        <w:rPr>
          <w:rFonts w:asciiTheme="minorHAnsi" w:hAnsiTheme="minorHAnsi" w:cstheme="minorHAnsi"/>
          <w:b/>
          <w:bCs/>
          <w:color w:val="000000"/>
          <w:w w:val="90"/>
        </w:rPr>
        <w:t xml:space="preserve">rzedmiot </w:t>
      </w:r>
      <w:r>
        <w:rPr>
          <w:rFonts w:asciiTheme="minorHAnsi" w:hAnsiTheme="minorHAnsi" w:cstheme="minorHAnsi"/>
          <w:b/>
          <w:bCs/>
          <w:color w:val="000000"/>
          <w:w w:val="90"/>
        </w:rPr>
        <w:t>Z</w:t>
      </w:r>
      <w:r w:rsidR="00A41ADB">
        <w:rPr>
          <w:rFonts w:asciiTheme="minorHAnsi" w:hAnsiTheme="minorHAnsi" w:cstheme="minorHAnsi"/>
          <w:b/>
          <w:bCs/>
          <w:color w:val="000000"/>
          <w:w w:val="90"/>
        </w:rPr>
        <w:t>amówienia</w:t>
      </w:r>
      <w:r w:rsidR="00EA6EA1">
        <w:rPr>
          <w:rFonts w:asciiTheme="minorHAnsi" w:hAnsiTheme="minorHAnsi" w:cstheme="minorHAnsi"/>
          <w:b/>
          <w:bCs/>
          <w:color w:val="000000"/>
          <w:w w:val="90"/>
        </w:rPr>
        <w:t>:</w:t>
      </w:r>
      <w:r w:rsidR="00495217">
        <w:rPr>
          <w:rFonts w:asciiTheme="minorHAnsi" w:hAnsiTheme="minorHAnsi" w:cstheme="minorHAnsi"/>
          <w:b/>
          <w:bCs/>
          <w:color w:val="000000"/>
          <w:w w:val="90"/>
        </w:rPr>
        <w:t xml:space="preserve"> </w:t>
      </w:r>
      <w:r w:rsidR="00614313" w:rsidRPr="00614313">
        <w:rPr>
          <w:rFonts w:asciiTheme="minorHAnsi" w:hAnsiTheme="minorHAnsi" w:cstheme="minorHAnsi"/>
          <w:bCs/>
          <w:color w:val="000000"/>
          <w:w w:val="90"/>
        </w:rPr>
        <w:t xml:space="preserve">przeprowadzenie analizy </w:t>
      </w:r>
      <w:proofErr w:type="spellStart"/>
      <w:r w:rsidR="00614313" w:rsidRPr="00614313">
        <w:rPr>
          <w:rFonts w:asciiTheme="minorHAnsi" w:hAnsiTheme="minorHAnsi" w:cstheme="minorHAnsi"/>
          <w:bCs/>
          <w:color w:val="000000"/>
          <w:w w:val="90"/>
        </w:rPr>
        <w:t>bioinformatycznej</w:t>
      </w:r>
      <w:proofErr w:type="spellEnd"/>
      <w:r w:rsidR="00614313" w:rsidRPr="00614313">
        <w:rPr>
          <w:rFonts w:asciiTheme="minorHAnsi" w:hAnsiTheme="minorHAnsi" w:cstheme="minorHAnsi"/>
          <w:bCs/>
          <w:color w:val="000000"/>
          <w:w w:val="90"/>
        </w:rPr>
        <w:t xml:space="preserve"> danych z transkryptomiki przestrzennej oraz </w:t>
      </w:r>
      <w:proofErr w:type="spellStart"/>
      <w:r w:rsidR="00614313" w:rsidRPr="00614313">
        <w:rPr>
          <w:rFonts w:asciiTheme="minorHAnsi" w:hAnsiTheme="minorHAnsi" w:cstheme="minorHAnsi"/>
          <w:bCs/>
          <w:color w:val="000000"/>
          <w:w w:val="90"/>
        </w:rPr>
        <w:t>scRNAseq</w:t>
      </w:r>
      <w:proofErr w:type="spellEnd"/>
    </w:p>
    <w:p w14:paraId="3A16C88D" w14:textId="77777777" w:rsidR="00FF36A0" w:rsidRDefault="00FF36A0" w:rsidP="00FF36A0">
      <w:pPr>
        <w:shd w:val="clear" w:color="auto" w:fill="FFFFFF"/>
        <w:jc w:val="both"/>
        <w:rPr>
          <w:rFonts w:asciiTheme="minorHAnsi" w:hAnsiTheme="minorHAnsi" w:cstheme="minorHAnsi"/>
        </w:rPr>
      </w:pPr>
    </w:p>
    <w:p w14:paraId="6868808B" w14:textId="40176B39" w:rsidR="00291B8E" w:rsidRDefault="00291B8E" w:rsidP="00FF36A0">
      <w:pPr>
        <w:shd w:val="clear" w:color="auto" w:fill="FFFFFF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Theme="minorHAnsi" w:hAnsiTheme="minorHAnsi" w:cstheme="minorHAnsi"/>
        </w:rPr>
        <w:t xml:space="preserve">Osoba, </w:t>
      </w:r>
      <w:r w:rsidRPr="00511C83">
        <w:rPr>
          <w:rFonts w:ascii="Verdana" w:eastAsia="Calibri" w:hAnsi="Verdana"/>
          <w:sz w:val="18"/>
          <w:szCs w:val="18"/>
          <w:lang w:eastAsia="en-US"/>
        </w:rPr>
        <w:t xml:space="preserve">skierowana przez Wykonawcę do realizacji </w:t>
      </w:r>
      <w:r>
        <w:rPr>
          <w:rFonts w:ascii="Verdana" w:eastAsia="Calibri" w:hAnsi="Verdana"/>
          <w:sz w:val="18"/>
          <w:szCs w:val="18"/>
          <w:lang w:eastAsia="en-US"/>
        </w:rPr>
        <w:t xml:space="preserve">przedmiotu </w:t>
      </w:r>
      <w:r w:rsidRPr="00511C83">
        <w:rPr>
          <w:rFonts w:ascii="Verdana" w:eastAsia="Calibri" w:hAnsi="Verdana"/>
          <w:sz w:val="18"/>
          <w:szCs w:val="18"/>
          <w:lang w:eastAsia="en-US"/>
        </w:rPr>
        <w:t>zamówienia</w:t>
      </w:r>
      <w:r>
        <w:rPr>
          <w:rFonts w:ascii="Verdana" w:eastAsia="Calibri" w:hAnsi="Verdana"/>
          <w:sz w:val="18"/>
          <w:szCs w:val="18"/>
          <w:lang w:eastAsia="en-US"/>
        </w:rPr>
        <w:t>,</w:t>
      </w:r>
    </w:p>
    <w:p w14:paraId="2D94CA08" w14:textId="77777777" w:rsidR="00291B8E" w:rsidRDefault="00291B8E" w:rsidP="00FF36A0">
      <w:pPr>
        <w:shd w:val="clear" w:color="auto" w:fill="FFFFFF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4672D7BB" w14:textId="77777777" w:rsidR="00291B8E" w:rsidRDefault="00291B8E" w:rsidP="00FF36A0">
      <w:pPr>
        <w:shd w:val="clear" w:color="auto" w:fill="FFFFFF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Imię i nazwisko: ………………………………………………………………………………………………,</w:t>
      </w:r>
    </w:p>
    <w:p w14:paraId="0CC3E6F1" w14:textId="77777777" w:rsidR="00291B8E" w:rsidRDefault="00291B8E" w:rsidP="00FF36A0">
      <w:pPr>
        <w:shd w:val="clear" w:color="auto" w:fill="FFFFFF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D794D23" w14:textId="354DD936" w:rsidR="00291B8E" w:rsidRDefault="00AF51D1" w:rsidP="00FF36A0">
      <w:pPr>
        <w:shd w:val="clear" w:color="auto" w:fill="FFFFFF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k</w:t>
      </w:r>
      <w:r w:rsidR="00291B8E">
        <w:rPr>
          <w:rFonts w:ascii="Verdana" w:eastAsia="Calibri" w:hAnsi="Verdana"/>
          <w:sz w:val="18"/>
          <w:szCs w:val="18"/>
          <w:lang w:eastAsia="en-US"/>
        </w:rPr>
        <w:t xml:space="preserve">tóra: </w:t>
      </w:r>
    </w:p>
    <w:p w14:paraId="626D7739" w14:textId="77777777" w:rsidR="00291B8E" w:rsidRPr="00614313" w:rsidRDefault="00291B8E" w:rsidP="00FF36A0">
      <w:pPr>
        <w:shd w:val="clear" w:color="auto" w:fill="FFFFFF"/>
        <w:jc w:val="both"/>
        <w:rPr>
          <w:rFonts w:asciiTheme="minorHAnsi" w:hAnsiTheme="minorHAnsi" w:cstheme="minorHAnsi"/>
        </w:rPr>
      </w:pPr>
    </w:p>
    <w:tbl>
      <w:tblPr>
        <w:tblW w:w="536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2772"/>
        <w:gridCol w:w="2695"/>
        <w:gridCol w:w="1496"/>
        <w:gridCol w:w="2347"/>
      </w:tblGrid>
      <w:tr w:rsidR="00495162" w:rsidRPr="00ED56B9" w14:paraId="6597DF69" w14:textId="77777777" w:rsidTr="00D55BFB">
        <w:trPr>
          <w:trHeight w:val="26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35B8" w14:textId="49FCBAA8" w:rsidR="00495162" w:rsidRPr="003F208F" w:rsidRDefault="00495162" w:rsidP="00A26CE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1C83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w okresie </w:t>
            </w: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ostatnich </w:t>
            </w:r>
            <w:r w:rsidRPr="00511C83">
              <w:rPr>
                <w:rFonts w:ascii="Verdana" w:eastAsia="Calibri" w:hAnsi="Verdana"/>
                <w:sz w:val="18"/>
                <w:szCs w:val="18"/>
                <w:lang w:eastAsia="en-US"/>
              </w:rPr>
              <w:t>3 lat</w:t>
            </w: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(</w:t>
            </w:r>
            <w:r w:rsidRPr="00511C83">
              <w:rPr>
                <w:rFonts w:ascii="Verdana" w:eastAsia="Calibri" w:hAnsi="Verdana"/>
                <w:sz w:val="18"/>
                <w:szCs w:val="18"/>
                <w:lang w:eastAsia="en-US"/>
              </w:rPr>
              <w:t>licząc wstecz od dnia, w którym upływa termin składania ofert</w:t>
            </w: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)</w:t>
            </w:r>
            <w:r w:rsidRPr="00511C83">
              <w:rPr>
                <w:rFonts w:ascii="Verdana" w:eastAsia="Calibri" w:hAnsi="Verdana"/>
                <w:sz w:val="18"/>
                <w:szCs w:val="18"/>
                <w:lang w:eastAsia="en-US"/>
              </w:rPr>
              <w:t>, a jeżeli okres prowadzenia działalności jest krótszy – w tym okresie,</w:t>
            </w: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</w:t>
            </w:r>
            <w:r w:rsidR="00AF51D1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przeprowadziła </w:t>
            </w:r>
            <w:r w:rsidRPr="00511C83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co najmniej 2 analizy </w:t>
            </w:r>
            <w:proofErr w:type="spellStart"/>
            <w:r w:rsidRPr="00511C83">
              <w:rPr>
                <w:rFonts w:ascii="Verdana" w:eastAsia="Calibri" w:hAnsi="Verdana"/>
                <w:sz w:val="18"/>
                <w:szCs w:val="18"/>
                <w:lang w:eastAsia="en-US"/>
              </w:rPr>
              <w:t>bioinformatyczne</w:t>
            </w:r>
            <w:proofErr w:type="spellEnd"/>
            <w:r w:rsidRPr="00511C83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danych, które zawarte zostały w publikacjach naukowych</w:t>
            </w: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.</w:t>
            </w:r>
            <w:bookmarkStart w:id="0" w:name="_GoBack"/>
            <w:bookmarkEnd w:id="0"/>
          </w:p>
          <w:p w14:paraId="19D66E31" w14:textId="172CC231" w:rsidR="00495162" w:rsidRPr="0063502A" w:rsidRDefault="00495162" w:rsidP="00FF36A0">
            <w:pPr>
              <w:pStyle w:val="Nagwek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lang w:val="pl-PL"/>
              </w:rPr>
            </w:pPr>
          </w:p>
          <w:p w14:paraId="1B6AA710" w14:textId="3F56FD51" w:rsidR="00495162" w:rsidRPr="0063502A" w:rsidRDefault="00495162" w:rsidP="00FF36A0">
            <w:pPr>
              <w:pStyle w:val="Nagwek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95162" w:rsidRPr="00D21651" w14:paraId="0AC345A7" w14:textId="77777777" w:rsidTr="00D55BFB">
        <w:trPr>
          <w:trHeight w:val="141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C4C0" w14:textId="77777777" w:rsidR="00495162" w:rsidRPr="00674B3A" w:rsidRDefault="00495162" w:rsidP="00674B3A">
            <w:pPr>
              <w:pStyle w:val="Akapitzlist"/>
              <w:ind w:hanging="360"/>
              <w:rPr>
                <w:rFonts w:asciiTheme="minorHAnsi" w:hAnsiTheme="minorHAnsi" w:cstheme="minorHAnsi"/>
                <w:b/>
                <w:sz w:val="22"/>
              </w:rPr>
            </w:pPr>
            <w:bookmarkStart w:id="1" w:name="_Hlk204167340"/>
            <w:r w:rsidRPr="00674B3A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A8E1" w14:textId="77777777" w:rsidR="00495162" w:rsidRPr="00674B3A" w:rsidRDefault="00495162" w:rsidP="00674B3A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674B3A">
              <w:rPr>
                <w:rFonts w:ascii="Verdana" w:eastAsia="Calibri" w:hAnsi="Verdana"/>
                <w:sz w:val="18"/>
                <w:szCs w:val="18"/>
                <w:lang w:eastAsia="en-US"/>
              </w:rPr>
              <w:t>Przedmiot</w:t>
            </w:r>
          </w:p>
          <w:p w14:paraId="313BA33F" w14:textId="783AD818" w:rsidR="00495162" w:rsidRPr="00674B3A" w:rsidRDefault="00495162" w:rsidP="00495162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(wpisać też: czy była</w:t>
            </w:r>
            <w:r w:rsidRPr="00674B3A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to </w:t>
            </w: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analiza </w:t>
            </w:r>
            <w:proofErr w:type="spellStart"/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bioinformatyczna</w:t>
            </w:r>
            <w:proofErr w:type="spellEnd"/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danych</w:t>
            </w:r>
            <w:r w:rsidRPr="00674B3A">
              <w:rPr>
                <w:rFonts w:ascii="Verdana" w:eastAsia="Calibri" w:hAnsi="Verdana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A528" w14:textId="05329DEF" w:rsidR="00495162" w:rsidRDefault="00AF51D1">
            <w:pPr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Tytuł publikacji naukowej</w:t>
            </w:r>
            <w:r w:rsidR="00495162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, </w:t>
            </w:r>
          </w:p>
          <w:p w14:paraId="2F58A6D2" w14:textId="40263083" w:rsidR="00495162" w:rsidRDefault="00495162">
            <w:pPr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w której analiza </w:t>
            </w:r>
            <w:proofErr w:type="spellStart"/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bioinformatyczna</w:t>
            </w:r>
            <w:proofErr w:type="spellEnd"/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</w:t>
            </w:r>
            <w:r w:rsidR="00291B8E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danych  </w:t>
            </w:r>
            <w:proofErr w:type="spellStart"/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zostałą</w:t>
            </w:r>
            <w:proofErr w:type="spellEnd"/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zawarta</w:t>
            </w:r>
          </w:p>
          <w:p w14:paraId="762FED1B" w14:textId="77777777" w:rsidR="00495162" w:rsidRPr="00674B3A" w:rsidRDefault="00495162" w:rsidP="00495162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263C1" w14:textId="47FAA8F0" w:rsidR="00495162" w:rsidRPr="00674B3A" w:rsidRDefault="00495162" w:rsidP="00674B3A">
            <w:pPr>
              <w:pStyle w:val="Nagwek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674B3A">
              <w:rPr>
                <w:rFonts w:asciiTheme="minorHAnsi" w:hAnsiTheme="minorHAnsi" w:cstheme="minorHAnsi"/>
                <w:lang w:val="pl-PL"/>
              </w:rPr>
              <w:t>Daty wykonania: rozpoczęcia (</w:t>
            </w:r>
            <w:proofErr w:type="spellStart"/>
            <w:r w:rsidRPr="00674B3A">
              <w:rPr>
                <w:rFonts w:asciiTheme="minorHAnsi" w:hAnsiTheme="minorHAnsi" w:cstheme="minorHAnsi"/>
                <w:lang w:val="pl-PL"/>
              </w:rPr>
              <w:t>dd</w:t>
            </w:r>
            <w:proofErr w:type="spellEnd"/>
            <w:r w:rsidRPr="00674B3A">
              <w:rPr>
                <w:rFonts w:asciiTheme="minorHAnsi" w:hAnsiTheme="minorHAnsi" w:cstheme="minorHAnsi"/>
                <w:lang w:val="pl-PL"/>
              </w:rPr>
              <w:t>/mm/</w:t>
            </w:r>
            <w:proofErr w:type="spellStart"/>
            <w:r w:rsidRPr="00674B3A">
              <w:rPr>
                <w:rFonts w:asciiTheme="minorHAnsi" w:hAnsiTheme="minorHAnsi" w:cstheme="minorHAnsi"/>
                <w:lang w:val="pl-PL"/>
              </w:rPr>
              <w:t>rrrr</w:t>
            </w:r>
            <w:proofErr w:type="spellEnd"/>
            <w:r w:rsidRPr="00674B3A">
              <w:rPr>
                <w:rFonts w:asciiTheme="minorHAnsi" w:hAnsiTheme="minorHAnsi" w:cstheme="minorHAnsi"/>
                <w:lang w:val="pl-PL"/>
              </w:rPr>
              <w:t>) i zakończenia (</w:t>
            </w:r>
            <w:proofErr w:type="spellStart"/>
            <w:r w:rsidRPr="00674B3A">
              <w:rPr>
                <w:rFonts w:asciiTheme="minorHAnsi" w:hAnsiTheme="minorHAnsi" w:cstheme="minorHAnsi"/>
                <w:lang w:val="pl-PL"/>
              </w:rPr>
              <w:t>dd</w:t>
            </w:r>
            <w:proofErr w:type="spellEnd"/>
            <w:r w:rsidRPr="00674B3A">
              <w:rPr>
                <w:rFonts w:asciiTheme="minorHAnsi" w:hAnsiTheme="minorHAnsi" w:cstheme="minorHAnsi"/>
                <w:lang w:val="pl-PL"/>
              </w:rPr>
              <w:t>/mm/</w:t>
            </w:r>
            <w:proofErr w:type="spellStart"/>
            <w:r w:rsidRPr="00674B3A">
              <w:rPr>
                <w:rFonts w:asciiTheme="minorHAnsi" w:hAnsiTheme="minorHAnsi" w:cstheme="minorHAnsi"/>
                <w:lang w:val="pl-PL"/>
              </w:rPr>
              <w:t>rrrr</w:t>
            </w:r>
            <w:proofErr w:type="spellEnd"/>
            <w:r w:rsidRPr="00674B3A">
              <w:rPr>
                <w:rFonts w:asciiTheme="minorHAnsi" w:hAnsiTheme="minorHAnsi" w:cstheme="minorHAnsi"/>
                <w:lang w:val="pl-PL"/>
              </w:rPr>
              <w:t>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9C1FA" w14:textId="77777777" w:rsidR="00495162" w:rsidRPr="00674B3A" w:rsidRDefault="00495162" w:rsidP="00674B3A">
            <w:pPr>
              <w:pStyle w:val="Nagwek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674B3A">
              <w:rPr>
                <w:rFonts w:asciiTheme="minorHAnsi" w:hAnsiTheme="minorHAnsi" w:cstheme="minorHAnsi"/>
                <w:lang w:val="pl-PL"/>
              </w:rPr>
              <w:t>Podmiot, na rzecz którego usługa została wykonana</w:t>
            </w:r>
          </w:p>
        </w:tc>
      </w:tr>
      <w:tr w:rsidR="00495162" w:rsidRPr="00F64ECB" w14:paraId="4786ED97" w14:textId="77777777" w:rsidTr="00D55BFB">
        <w:trPr>
          <w:trHeight w:val="141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C321" w14:textId="77777777" w:rsidR="00495162" w:rsidRPr="00674B3A" w:rsidRDefault="00495162" w:rsidP="00674B3A">
            <w:pPr>
              <w:pStyle w:val="Akapitzlist"/>
              <w:ind w:hanging="360"/>
              <w:rPr>
                <w:rFonts w:asciiTheme="minorHAnsi" w:hAnsiTheme="minorHAnsi" w:cstheme="minorHAnsi"/>
                <w:b/>
                <w:sz w:val="22"/>
              </w:rPr>
            </w:pPr>
            <w:r w:rsidRPr="00674B3A">
              <w:rPr>
                <w:rFonts w:asciiTheme="minorHAnsi" w:hAnsiTheme="minorHAnsi" w:cstheme="minorHAnsi"/>
                <w:b/>
                <w:sz w:val="22"/>
              </w:rPr>
              <w:t>1.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89F4" w14:textId="77777777" w:rsidR="00495162" w:rsidRPr="00674B3A" w:rsidRDefault="00495162" w:rsidP="00674B3A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0492" w14:textId="77777777" w:rsidR="00495162" w:rsidRPr="00674B3A" w:rsidRDefault="00495162" w:rsidP="00674B3A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61BA1" w14:textId="4EE7BE79" w:rsidR="00495162" w:rsidRPr="00674B3A" w:rsidRDefault="00495162" w:rsidP="00FF1E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EA404" w14:textId="77777777" w:rsidR="00495162" w:rsidRPr="00674B3A" w:rsidRDefault="00495162" w:rsidP="00674B3A">
            <w:pPr>
              <w:pStyle w:val="Nagwek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95162" w:rsidRPr="00F64ECB" w14:paraId="3DAF2488" w14:textId="77777777" w:rsidTr="00D55BFB">
        <w:trPr>
          <w:trHeight w:val="141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A647" w14:textId="77777777" w:rsidR="00495162" w:rsidRPr="00674B3A" w:rsidRDefault="00495162" w:rsidP="00674B3A">
            <w:pPr>
              <w:pStyle w:val="Akapitzlist"/>
              <w:ind w:hanging="360"/>
              <w:rPr>
                <w:rFonts w:asciiTheme="minorHAnsi" w:hAnsiTheme="minorHAnsi" w:cstheme="minorHAnsi"/>
                <w:b/>
                <w:sz w:val="22"/>
              </w:rPr>
            </w:pPr>
            <w:r w:rsidRPr="00674B3A">
              <w:rPr>
                <w:rFonts w:asciiTheme="minorHAnsi" w:hAnsiTheme="minorHAnsi" w:cstheme="minorHAnsi"/>
                <w:b/>
                <w:sz w:val="22"/>
              </w:rPr>
              <w:t>2.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C543" w14:textId="77777777" w:rsidR="00495162" w:rsidRPr="00674B3A" w:rsidRDefault="00495162" w:rsidP="00674B3A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24C7" w14:textId="77777777" w:rsidR="00495162" w:rsidRPr="00674B3A" w:rsidRDefault="00495162" w:rsidP="00674B3A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48284" w14:textId="5668FA46" w:rsidR="00495162" w:rsidRPr="00674B3A" w:rsidRDefault="00495162" w:rsidP="004F10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FE05E" w14:textId="77777777" w:rsidR="00495162" w:rsidRPr="00674B3A" w:rsidRDefault="00495162" w:rsidP="00674B3A">
            <w:pPr>
              <w:pStyle w:val="Nagwek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95162" w:rsidRPr="00F64ECB" w14:paraId="4E2290A9" w14:textId="77777777" w:rsidTr="00D55BFB">
        <w:trPr>
          <w:trHeight w:val="141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3998" w14:textId="77777777" w:rsidR="00495162" w:rsidRPr="00674B3A" w:rsidRDefault="00495162" w:rsidP="00674B3A">
            <w:pPr>
              <w:pStyle w:val="Akapitzlist"/>
              <w:ind w:hanging="360"/>
              <w:rPr>
                <w:rFonts w:asciiTheme="minorHAnsi" w:hAnsiTheme="minorHAnsi" w:cstheme="minorHAnsi"/>
                <w:b/>
                <w:sz w:val="22"/>
              </w:rPr>
            </w:pPr>
            <w:r w:rsidRPr="00674B3A">
              <w:rPr>
                <w:rFonts w:asciiTheme="minorHAnsi" w:hAnsiTheme="minorHAnsi" w:cstheme="minorHAnsi"/>
                <w:b/>
                <w:sz w:val="22"/>
              </w:rPr>
              <w:t>3.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3AEE" w14:textId="77777777" w:rsidR="00495162" w:rsidRPr="00674B3A" w:rsidRDefault="00495162" w:rsidP="00674B3A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16B8" w14:textId="77777777" w:rsidR="00495162" w:rsidRPr="00674B3A" w:rsidRDefault="00495162" w:rsidP="00674B3A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8BDF0" w14:textId="115D2780" w:rsidR="00495162" w:rsidRPr="00674B3A" w:rsidRDefault="00495162" w:rsidP="00161A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B8C4F" w14:textId="77777777" w:rsidR="00495162" w:rsidRPr="00674B3A" w:rsidRDefault="00495162" w:rsidP="00674B3A">
            <w:pPr>
              <w:pStyle w:val="Nagwek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7426071F" w14:textId="77777777" w:rsidR="001A717C" w:rsidRDefault="001A717C" w:rsidP="001A71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E4848C1" w14:textId="3A9D9227" w:rsidR="006422E3" w:rsidRPr="00970412" w:rsidRDefault="006422E3" w:rsidP="000F7941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  <w:r w:rsidRPr="00970412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1"/>
    <w:p w14:paraId="061BD53B" w14:textId="77777777" w:rsidR="00535A25" w:rsidRDefault="00535A25" w:rsidP="000F7941">
      <w:pPr>
        <w:rPr>
          <w:rFonts w:asciiTheme="minorHAnsi" w:hAnsiTheme="minorHAnsi" w:cstheme="minorHAnsi"/>
          <w:sz w:val="22"/>
          <w:szCs w:val="22"/>
        </w:rPr>
      </w:pPr>
    </w:p>
    <w:p w14:paraId="66B70588" w14:textId="77777777" w:rsidR="000F7941" w:rsidRDefault="000F7941" w:rsidP="000F7941">
      <w:pPr>
        <w:rPr>
          <w:rFonts w:asciiTheme="minorHAnsi" w:hAnsiTheme="minorHAnsi" w:cstheme="minorHAnsi"/>
          <w:sz w:val="22"/>
          <w:szCs w:val="22"/>
        </w:rPr>
      </w:pPr>
    </w:p>
    <w:p w14:paraId="165C1E88" w14:textId="77777777" w:rsidR="00535A25" w:rsidRPr="00535A25" w:rsidRDefault="00535A25" w:rsidP="00535A25">
      <w:pPr>
        <w:ind w:left="3192" w:firstLine="348"/>
        <w:rPr>
          <w:rFonts w:asciiTheme="minorHAnsi" w:hAnsiTheme="minorHAnsi" w:cstheme="minorHAnsi"/>
          <w:sz w:val="22"/>
          <w:szCs w:val="22"/>
        </w:rPr>
      </w:pPr>
      <w:r w:rsidRPr="00535A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</w:t>
      </w:r>
    </w:p>
    <w:p w14:paraId="670BFF00" w14:textId="04B0265E" w:rsidR="001A717C" w:rsidRPr="00A06CF1" w:rsidRDefault="00A06CF1" w:rsidP="00A06CF1">
      <w:pPr>
        <w:ind w:left="3540"/>
        <w:rPr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</w:t>
      </w:r>
      <w:r w:rsidR="00577C97">
        <w:rPr>
          <w:rFonts w:asciiTheme="minorHAnsi" w:hAnsiTheme="minorHAnsi" w:cstheme="minorHAnsi"/>
          <w:i/>
          <w:sz w:val="20"/>
          <w:szCs w:val="20"/>
        </w:rPr>
        <w:t>P</w:t>
      </w:r>
      <w:r w:rsidR="00535A25" w:rsidRPr="00535A25">
        <w:rPr>
          <w:rFonts w:asciiTheme="minorHAnsi" w:hAnsiTheme="minorHAnsi" w:cstheme="minorHAnsi"/>
          <w:i/>
          <w:sz w:val="20"/>
          <w:szCs w:val="20"/>
        </w:rPr>
        <w:t>odpis Wykonawcy</w:t>
      </w:r>
    </w:p>
    <w:sectPr w:rsidR="001A717C" w:rsidRPr="00A06CF1" w:rsidSect="005105E6">
      <w:headerReference w:type="default" r:id="rId8"/>
      <w:pgSz w:w="12240" w:h="15840"/>
      <w:pgMar w:top="567" w:right="1417" w:bottom="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F6085" w14:textId="77777777" w:rsidR="00D85F23" w:rsidRDefault="00D85F23" w:rsidP="00CD3B08">
      <w:r>
        <w:separator/>
      </w:r>
    </w:p>
  </w:endnote>
  <w:endnote w:type="continuationSeparator" w:id="0">
    <w:p w14:paraId="73F5EF22" w14:textId="77777777" w:rsidR="00D85F23" w:rsidRDefault="00D85F23" w:rsidP="00CD3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9C631" w14:textId="77777777" w:rsidR="00D85F23" w:rsidRDefault="00D85F23" w:rsidP="00CD3B08">
      <w:r>
        <w:separator/>
      </w:r>
    </w:p>
  </w:footnote>
  <w:footnote w:type="continuationSeparator" w:id="0">
    <w:p w14:paraId="5EAA0187" w14:textId="77777777" w:rsidR="00D85F23" w:rsidRDefault="00D85F23" w:rsidP="00CD3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E7BBE" w14:textId="77777777" w:rsidR="004679E4" w:rsidRDefault="00910F6B" w:rsidP="00910F6B">
    <w:pPr>
      <w:pStyle w:val="Nagwek"/>
      <w:jc w:val="center"/>
    </w:pPr>
    <w:r>
      <w:rPr>
        <w:noProof/>
        <w:lang w:val="pl-PL"/>
      </w:rPr>
      <w:drawing>
        <wp:inline distT="0" distB="0" distL="0" distR="0" wp14:anchorId="02952223" wp14:editId="2E4B4EBD">
          <wp:extent cx="5584190" cy="59753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FDDF9E" w14:textId="77777777" w:rsidR="004679E4" w:rsidRDefault="004679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7B60"/>
    <w:multiLevelType w:val="hybridMultilevel"/>
    <w:tmpl w:val="5E30BBD8"/>
    <w:lvl w:ilvl="0" w:tplc="4A78588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C2662E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9005A"/>
    <w:multiLevelType w:val="hybridMultilevel"/>
    <w:tmpl w:val="59348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76EF"/>
    <w:multiLevelType w:val="singleLevel"/>
    <w:tmpl w:val="E4CAB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5756D7F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3E36E78"/>
    <w:multiLevelType w:val="multilevel"/>
    <w:tmpl w:val="DCCAD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410BDF"/>
    <w:multiLevelType w:val="singleLevel"/>
    <w:tmpl w:val="340E851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6" w15:restartNumberingAfterBreak="0">
    <w:nsid w:val="2A0829FC"/>
    <w:multiLevelType w:val="multilevel"/>
    <w:tmpl w:val="D2F2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DF1C01"/>
    <w:multiLevelType w:val="hybridMultilevel"/>
    <w:tmpl w:val="C0CE3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F7936"/>
    <w:multiLevelType w:val="hybridMultilevel"/>
    <w:tmpl w:val="2D6C0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78C"/>
    <w:rsid w:val="00000DC9"/>
    <w:rsid w:val="000033A6"/>
    <w:rsid w:val="0001245E"/>
    <w:rsid w:val="00013019"/>
    <w:rsid w:val="00026408"/>
    <w:rsid w:val="00031581"/>
    <w:rsid w:val="00040528"/>
    <w:rsid w:val="00041F17"/>
    <w:rsid w:val="000427BC"/>
    <w:rsid w:val="000454C6"/>
    <w:rsid w:val="0008047C"/>
    <w:rsid w:val="000A377F"/>
    <w:rsid w:val="000A59C7"/>
    <w:rsid w:val="000B7385"/>
    <w:rsid w:val="000C1851"/>
    <w:rsid w:val="000C65AF"/>
    <w:rsid w:val="000D3C91"/>
    <w:rsid w:val="000D42ED"/>
    <w:rsid w:val="000D6E76"/>
    <w:rsid w:val="000E2749"/>
    <w:rsid w:val="000E607E"/>
    <w:rsid w:val="000E7479"/>
    <w:rsid w:val="000F7941"/>
    <w:rsid w:val="00104275"/>
    <w:rsid w:val="00105AA5"/>
    <w:rsid w:val="00115D67"/>
    <w:rsid w:val="00117575"/>
    <w:rsid w:val="00142DD5"/>
    <w:rsid w:val="0014324F"/>
    <w:rsid w:val="00145BCD"/>
    <w:rsid w:val="00145C4C"/>
    <w:rsid w:val="00157F0A"/>
    <w:rsid w:val="001651BE"/>
    <w:rsid w:val="00184095"/>
    <w:rsid w:val="00191F57"/>
    <w:rsid w:val="001A1CC5"/>
    <w:rsid w:val="001A717C"/>
    <w:rsid w:val="001C6682"/>
    <w:rsid w:val="001D1769"/>
    <w:rsid w:val="001D7108"/>
    <w:rsid w:val="001F0CA6"/>
    <w:rsid w:val="001F53CE"/>
    <w:rsid w:val="001F78D3"/>
    <w:rsid w:val="00201642"/>
    <w:rsid w:val="00201E32"/>
    <w:rsid w:val="002073DA"/>
    <w:rsid w:val="00211FAF"/>
    <w:rsid w:val="00212253"/>
    <w:rsid w:val="002124E3"/>
    <w:rsid w:val="00212ED6"/>
    <w:rsid w:val="002134DC"/>
    <w:rsid w:val="00215322"/>
    <w:rsid w:val="002272B9"/>
    <w:rsid w:val="00232B13"/>
    <w:rsid w:val="00236B17"/>
    <w:rsid w:val="00241223"/>
    <w:rsid w:val="0024588C"/>
    <w:rsid w:val="00250A9E"/>
    <w:rsid w:val="00251039"/>
    <w:rsid w:val="00255DB1"/>
    <w:rsid w:val="00263671"/>
    <w:rsid w:val="00267C6A"/>
    <w:rsid w:val="00270538"/>
    <w:rsid w:val="00272D6A"/>
    <w:rsid w:val="00284C1A"/>
    <w:rsid w:val="00285B3C"/>
    <w:rsid w:val="00291B8E"/>
    <w:rsid w:val="00294131"/>
    <w:rsid w:val="002A1BAD"/>
    <w:rsid w:val="002A64B3"/>
    <w:rsid w:val="002B2283"/>
    <w:rsid w:val="002B667A"/>
    <w:rsid w:val="002C1D33"/>
    <w:rsid w:val="002C5BD1"/>
    <w:rsid w:val="002D0D25"/>
    <w:rsid w:val="002D719D"/>
    <w:rsid w:val="002E2347"/>
    <w:rsid w:val="002E5312"/>
    <w:rsid w:val="002E6422"/>
    <w:rsid w:val="002E77FD"/>
    <w:rsid w:val="002F14CC"/>
    <w:rsid w:val="00303404"/>
    <w:rsid w:val="003061D7"/>
    <w:rsid w:val="00323D4D"/>
    <w:rsid w:val="00330A1F"/>
    <w:rsid w:val="00337214"/>
    <w:rsid w:val="00350852"/>
    <w:rsid w:val="0035420F"/>
    <w:rsid w:val="003566BF"/>
    <w:rsid w:val="0035702D"/>
    <w:rsid w:val="00362222"/>
    <w:rsid w:val="00372739"/>
    <w:rsid w:val="003841F5"/>
    <w:rsid w:val="00391D32"/>
    <w:rsid w:val="0039225D"/>
    <w:rsid w:val="003B3D05"/>
    <w:rsid w:val="003B4CA6"/>
    <w:rsid w:val="003B6DE3"/>
    <w:rsid w:val="003D44A3"/>
    <w:rsid w:val="003D556F"/>
    <w:rsid w:val="003E63E6"/>
    <w:rsid w:val="003E675B"/>
    <w:rsid w:val="003F208F"/>
    <w:rsid w:val="00402032"/>
    <w:rsid w:val="00406E73"/>
    <w:rsid w:val="00411A11"/>
    <w:rsid w:val="004223DB"/>
    <w:rsid w:val="00422FAA"/>
    <w:rsid w:val="00427CD8"/>
    <w:rsid w:val="00431FD4"/>
    <w:rsid w:val="004449CF"/>
    <w:rsid w:val="004547D6"/>
    <w:rsid w:val="00466C60"/>
    <w:rsid w:val="004679E4"/>
    <w:rsid w:val="00483B6F"/>
    <w:rsid w:val="0048590B"/>
    <w:rsid w:val="0049091C"/>
    <w:rsid w:val="00491B35"/>
    <w:rsid w:val="0049328E"/>
    <w:rsid w:val="004940CB"/>
    <w:rsid w:val="00495162"/>
    <w:rsid w:val="00495217"/>
    <w:rsid w:val="004A3E7A"/>
    <w:rsid w:val="004A5872"/>
    <w:rsid w:val="004B0BDA"/>
    <w:rsid w:val="004B0D1D"/>
    <w:rsid w:val="004B192E"/>
    <w:rsid w:val="004B25E8"/>
    <w:rsid w:val="004B734F"/>
    <w:rsid w:val="004E1FF6"/>
    <w:rsid w:val="004E5215"/>
    <w:rsid w:val="004E5E16"/>
    <w:rsid w:val="004E6ED2"/>
    <w:rsid w:val="005006CC"/>
    <w:rsid w:val="00501AEB"/>
    <w:rsid w:val="00503107"/>
    <w:rsid w:val="00507363"/>
    <w:rsid w:val="005105E6"/>
    <w:rsid w:val="00511C83"/>
    <w:rsid w:val="00535A25"/>
    <w:rsid w:val="0054085F"/>
    <w:rsid w:val="0054627E"/>
    <w:rsid w:val="005511A8"/>
    <w:rsid w:val="00552256"/>
    <w:rsid w:val="00555480"/>
    <w:rsid w:val="00560F55"/>
    <w:rsid w:val="00575377"/>
    <w:rsid w:val="00576CDD"/>
    <w:rsid w:val="00577C97"/>
    <w:rsid w:val="005A2450"/>
    <w:rsid w:val="005A295C"/>
    <w:rsid w:val="005B4A0A"/>
    <w:rsid w:val="005B6FEB"/>
    <w:rsid w:val="005B7D05"/>
    <w:rsid w:val="005C222F"/>
    <w:rsid w:val="005C3B2B"/>
    <w:rsid w:val="005D07EF"/>
    <w:rsid w:val="005D0D1A"/>
    <w:rsid w:val="005D658B"/>
    <w:rsid w:val="005D71B3"/>
    <w:rsid w:val="005D77D6"/>
    <w:rsid w:val="005E6920"/>
    <w:rsid w:val="005E75D6"/>
    <w:rsid w:val="0060226B"/>
    <w:rsid w:val="00602D8E"/>
    <w:rsid w:val="00603E19"/>
    <w:rsid w:val="00604441"/>
    <w:rsid w:val="00610664"/>
    <w:rsid w:val="00613AA9"/>
    <w:rsid w:val="00614313"/>
    <w:rsid w:val="00614E85"/>
    <w:rsid w:val="0063125B"/>
    <w:rsid w:val="0063502A"/>
    <w:rsid w:val="0063566C"/>
    <w:rsid w:val="00641284"/>
    <w:rsid w:val="00641470"/>
    <w:rsid w:val="006422E3"/>
    <w:rsid w:val="0064665C"/>
    <w:rsid w:val="0064751A"/>
    <w:rsid w:val="006525F9"/>
    <w:rsid w:val="00654E5A"/>
    <w:rsid w:val="006644F3"/>
    <w:rsid w:val="00664DA7"/>
    <w:rsid w:val="006702D3"/>
    <w:rsid w:val="00674B3A"/>
    <w:rsid w:val="00680D0A"/>
    <w:rsid w:val="00683F49"/>
    <w:rsid w:val="006A38C6"/>
    <w:rsid w:val="006B3332"/>
    <w:rsid w:val="006C545D"/>
    <w:rsid w:val="006C6636"/>
    <w:rsid w:val="006D3CCF"/>
    <w:rsid w:val="006D70ED"/>
    <w:rsid w:val="006E7C63"/>
    <w:rsid w:val="006F17BA"/>
    <w:rsid w:val="006F1E30"/>
    <w:rsid w:val="007152C6"/>
    <w:rsid w:val="007157A7"/>
    <w:rsid w:val="00724B56"/>
    <w:rsid w:val="00736244"/>
    <w:rsid w:val="00743A29"/>
    <w:rsid w:val="00744ABA"/>
    <w:rsid w:val="00752C4E"/>
    <w:rsid w:val="00752CB1"/>
    <w:rsid w:val="0075565D"/>
    <w:rsid w:val="00756BB2"/>
    <w:rsid w:val="00757BFB"/>
    <w:rsid w:val="00761004"/>
    <w:rsid w:val="007624EC"/>
    <w:rsid w:val="00775065"/>
    <w:rsid w:val="007766AF"/>
    <w:rsid w:val="007803BE"/>
    <w:rsid w:val="0078282E"/>
    <w:rsid w:val="00784F5A"/>
    <w:rsid w:val="00787B1F"/>
    <w:rsid w:val="007B3AC6"/>
    <w:rsid w:val="007B78E2"/>
    <w:rsid w:val="007C221E"/>
    <w:rsid w:val="007D2687"/>
    <w:rsid w:val="007D32B9"/>
    <w:rsid w:val="007D6FE4"/>
    <w:rsid w:val="007E1693"/>
    <w:rsid w:val="00812658"/>
    <w:rsid w:val="0081420F"/>
    <w:rsid w:val="00822ABB"/>
    <w:rsid w:val="00826007"/>
    <w:rsid w:val="0082612A"/>
    <w:rsid w:val="00830943"/>
    <w:rsid w:val="00832EEA"/>
    <w:rsid w:val="00832F60"/>
    <w:rsid w:val="0083543D"/>
    <w:rsid w:val="00844A3F"/>
    <w:rsid w:val="00847A20"/>
    <w:rsid w:val="0085041E"/>
    <w:rsid w:val="00857B3D"/>
    <w:rsid w:val="00857E65"/>
    <w:rsid w:val="00860ABE"/>
    <w:rsid w:val="00861BFA"/>
    <w:rsid w:val="00871FD7"/>
    <w:rsid w:val="0087694D"/>
    <w:rsid w:val="00882A52"/>
    <w:rsid w:val="00884692"/>
    <w:rsid w:val="008870E7"/>
    <w:rsid w:val="0089624C"/>
    <w:rsid w:val="008A5C0D"/>
    <w:rsid w:val="008A5E50"/>
    <w:rsid w:val="008B1BCB"/>
    <w:rsid w:val="008B26DE"/>
    <w:rsid w:val="008C125C"/>
    <w:rsid w:val="008C12D6"/>
    <w:rsid w:val="008C55D0"/>
    <w:rsid w:val="008D5C71"/>
    <w:rsid w:val="008E63C1"/>
    <w:rsid w:val="008F0C02"/>
    <w:rsid w:val="008F64F3"/>
    <w:rsid w:val="0090279D"/>
    <w:rsid w:val="00910F6B"/>
    <w:rsid w:val="00911314"/>
    <w:rsid w:val="00912BFF"/>
    <w:rsid w:val="009249A3"/>
    <w:rsid w:val="00933CA9"/>
    <w:rsid w:val="00942A53"/>
    <w:rsid w:val="00946F5C"/>
    <w:rsid w:val="00950894"/>
    <w:rsid w:val="009612C2"/>
    <w:rsid w:val="009656F2"/>
    <w:rsid w:val="00967237"/>
    <w:rsid w:val="00967F4B"/>
    <w:rsid w:val="00970412"/>
    <w:rsid w:val="0097075D"/>
    <w:rsid w:val="009734A6"/>
    <w:rsid w:val="009820F7"/>
    <w:rsid w:val="00985BD2"/>
    <w:rsid w:val="00987FD4"/>
    <w:rsid w:val="00990672"/>
    <w:rsid w:val="00991EDC"/>
    <w:rsid w:val="009A0916"/>
    <w:rsid w:val="009A1403"/>
    <w:rsid w:val="009A254D"/>
    <w:rsid w:val="009B18EC"/>
    <w:rsid w:val="009B3E12"/>
    <w:rsid w:val="009B594A"/>
    <w:rsid w:val="009C0166"/>
    <w:rsid w:val="009C6907"/>
    <w:rsid w:val="009D26C2"/>
    <w:rsid w:val="009D3176"/>
    <w:rsid w:val="009D3DAB"/>
    <w:rsid w:val="009D419C"/>
    <w:rsid w:val="009D4D24"/>
    <w:rsid w:val="009D7A00"/>
    <w:rsid w:val="009E371D"/>
    <w:rsid w:val="009F49AF"/>
    <w:rsid w:val="00A06CF1"/>
    <w:rsid w:val="00A236F5"/>
    <w:rsid w:val="00A26CE4"/>
    <w:rsid w:val="00A30485"/>
    <w:rsid w:val="00A313C4"/>
    <w:rsid w:val="00A3377D"/>
    <w:rsid w:val="00A35848"/>
    <w:rsid w:val="00A400BE"/>
    <w:rsid w:val="00A40680"/>
    <w:rsid w:val="00A40C43"/>
    <w:rsid w:val="00A41ADB"/>
    <w:rsid w:val="00A63D0F"/>
    <w:rsid w:val="00A70116"/>
    <w:rsid w:val="00A727B8"/>
    <w:rsid w:val="00A776C5"/>
    <w:rsid w:val="00A77719"/>
    <w:rsid w:val="00A80F9A"/>
    <w:rsid w:val="00A83F8B"/>
    <w:rsid w:val="00A90BA6"/>
    <w:rsid w:val="00AA7860"/>
    <w:rsid w:val="00AB5FA9"/>
    <w:rsid w:val="00AB6281"/>
    <w:rsid w:val="00AC3EE6"/>
    <w:rsid w:val="00AD0F85"/>
    <w:rsid w:val="00AD45CB"/>
    <w:rsid w:val="00AF51D1"/>
    <w:rsid w:val="00AF6687"/>
    <w:rsid w:val="00B05483"/>
    <w:rsid w:val="00B1010D"/>
    <w:rsid w:val="00B1617B"/>
    <w:rsid w:val="00B16FAB"/>
    <w:rsid w:val="00B221AC"/>
    <w:rsid w:val="00B25D11"/>
    <w:rsid w:val="00B40CC6"/>
    <w:rsid w:val="00B434D8"/>
    <w:rsid w:val="00B436ED"/>
    <w:rsid w:val="00B43F54"/>
    <w:rsid w:val="00B575B7"/>
    <w:rsid w:val="00B61085"/>
    <w:rsid w:val="00B64FDD"/>
    <w:rsid w:val="00B655CB"/>
    <w:rsid w:val="00B679CD"/>
    <w:rsid w:val="00B71696"/>
    <w:rsid w:val="00B7251F"/>
    <w:rsid w:val="00B76964"/>
    <w:rsid w:val="00B814B9"/>
    <w:rsid w:val="00B91728"/>
    <w:rsid w:val="00B928E7"/>
    <w:rsid w:val="00B92BBD"/>
    <w:rsid w:val="00BA65E5"/>
    <w:rsid w:val="00BB1A9F"/>
    <w:rsid w:val="00BC303D"/>
    <w:rsid w:val="00BC528D"/>
    <w:rsid w:val="00BC75EC"/>
    <w:rsid w:val="00BE21BF"/>
    <w:rsid w:val="00BE5823"/>
    <w:rsid w:val="00C116E8"/>
    <w:rsid w:val="00C12221"/>
    <w:rsid w:val="00C3294B"/>
    <w:rsid w:val="00C32A06"/>
    <w:rsid w:val="00C40307"/>
    <w:rsid w:val="00C54DAC"/>
    <w:rsid w:val="00C6178C"/>
    <w:rsid w:val="00C65FE0"/>
    <w:rsid w:val="00C66F6B"/>
    <w:rsid w:val="00C938D9"/>
    <w:rsid w:val="00C954CB"/>
    <w:rsid w:val="00C957B2"/>
    <w:rsid w:val="00CA0A71"/>
    <w:rsid w:val="00CA1FA8"/>
    <w:rsid w:val="00CA522D"/>
    <w:rsid w:val="00CB5D24"/>
    <w:rsid w:val="00CB7B61"/>
    <w:rsid w:val="00CD3B08"/>
    <w:rsid w:val="00CD401D"/>
    <w:rsid w:val="00CD4B25"/>
    <w:rsid w:val="00CE10C8"/>
    <w:rsid w:val="00CF4B37"/>
    <w:rsid w:val="00D05E03"/>
    <w:rsid w:val="00D112B8"/>
    <w:rsid w:val="00D226AC"/>
    <w:rsid w:val="00D23593"/>
    <w:rsid w:val="00D25547"/>
    <w:rsid w:val="00D3362B"/>
    <w:rsid w:val="00D37473"/>
    <w:rsid w:val="00D44E75"/>
    <w:rsid w:val="00D5152D"/>
    <w:rsid w:val="00D55BFB"/>
    <w:rsid w:val="00D57A6B"/>
    <w:rsid w:val="00D73F86"/>
    <w:rsid w:val="00D755F0"/>
    <w:rsid w:val="00D80113"/>
    <w:rsid w:val="00D80B9E"/>
    <w:rsid w:val="00D85F23"/>
    <w:rsid w:val="00D97F5F"/>
    <w:rsid w:val="00DB1227"/>
    <w:rsid w:val="00DB3208"/>
    <w:rsid w:val="00DD456E"/>
    <w:rsid w:val="00DE05F1"/>
    <w:rsid w:val="00DE3B8A"/>
    <w:rsid w:val="00DF68D1"/>
    <w:rsid w:val="00E0530D"/>
    <w:rsid w:val="00E156A6"/>
    <w:rsid w:val="00E17278"/>
    <w:rsid w:val="00E1755A"/>
    <w:rsid w:val="00E22A9B"/>
    <w:rsid w:val="00E40A8F"/>
    <w:rsid w:val="00E47FA1"/>
    <w:rsid w:val="00E52DD1"/>
    <w:rsid w:val="00E607ED"/>
    <w:rsid w:val="00E63ECF"/>
    <w:rsid w:val="00E66CE8"/>
    <w:rsid w:val="00E674BC"/>
    <w:rsid w:val="00E76514"/>
    <w:rsid w:val="00E76A5C"/>
    <w:rsid w:val="00E81BF0"/>
    <w:rsid w:val="00E8554C"/>
    <w:rsid w:val="00E924BD"/>
    <w:rsid w:val="00EA152A"/>
    <w:rsid w:val="00EA33C4"/>
    <w:rsid w:val="00EA4E29"/>
    <w:rsid w:val="00EA6EA1"/>
    <w:rsid w:val="00EB4483"/>
    <w:rsid w:val="00EC3CA8"/>
    <w:rsid w:val="00ED25A7"/>
    <w:rsid w:val="00ED3E79"/>
    <w:rsid w:val="00ED56B9"/>
    <w:rsid w:val="00ED7A19"/>
    <w:rsid w:val="00EE4C2A"/>
    <w:rsid w:val="00EF0ACC"/>
    <w:rsid w:val="00EF2863"/>
    <w:rsid w:val="00EF46AA"/>
    <w:rsid w:val="00F03304"/>
    <w:rsid w:val="00F0689F"/>
    <w:rsid w:val="00F11927"/>
    <w:rsid w:val="00F12074"/>
    <w:rsid w:val="00F126DF"/>
    <w:rsid w:val="00F1318A"/>
    <w:rsid w:val="00F213A9"/>
    <w:rsid w:val="00F35186"/>
    <w:rsid w:val="00F42247"/>
    <w:rsid w:val="00F4377F"/>
    <w:rsid w:val="00F475E5"/>
    <w:rsid w:val="00F50ACF"/>
    <w:rsid w:val="00F51131"/>
    <w:rsid w:val="00F5217E"/>
    <w:rsid w:val="00F5294A"/>
    <w:rsid w:val="00F53442"/>
    <w:rsid w:val="00F6018D"/>
    <w:rsid w:val="00F605A0"/>
    <w:rsid w:val="00F634F5"/>
    <w:rsid w:val="00F7042F"/>
    <w:rsid w:val="00F70D76"/>
    <w:rsid w:val="00F72A5C"/>
    <w:rsid w:val="00F730CD"/>
    <w:rsid w:val="00F76FA8"/>
    <w:rsid w:val="00F9341F"/>
    <w:rsid w:val="00F96876"/>
    <w:rsid w:val="00FA1B33"/>
    <w:rsid w:val="00FE126B"/>
    <w:rsid w:val="00FE234B"/>
    <w:rsid w:val="00FE3840"/>
    <w:rsid w:val="00FF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1CB3A2"/>
  <w15:docId w15:val="{03064B70-C8C7-41C6-9C23-6E70516D4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85BD2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08047C"/>
    <w:pPr>
      <w:keepNext/>
      <w:jc w:val="center"/>
      <w:outlineLvl w:val="1"/>
    </w:pPr>
    <w:rPr>
      <w:rFonts w:ascii="Arial" w:hAnsi="Arial" w:cs="Arial"/>
      <w:sz w:val="70"/>
      <w:szCs w:val="7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8047C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wypunktowanie,Nag 1"/>
    <w:basedOn w:val="Normalny"/>
    <w:link w:val="AkapitzlistZnak"/>
    <w:uiPriority w:val="34"/>
    <w:qFormat/>
    <w:rsid w:val="001F0CA6"/>
    <w:pPr>
      <w:ind w:left="720"/>
      <w:contextualSpacing/>
    </w:pPr>
    <w:rPr>
      <w:rFonts w:eastAsia="Calibri"/>
      <w:szCs w:val="22"/>
      <w:lang w:eastAsia="en-US"/>
    </w:rPr>
  </w:style>
  <w:style w:type="paragraph" w:customStyle="1" w:styleId="bodyustawa">
    <w:name w:val="body ustawa"/>
    <w:rsid w:val="004E6ED2"/>
    <w:pPr>
      <w:widowControl w:val="0"/>
      <w:autoSpaceDE w:val="0"/>
      <w:autoSpaceDN w:val="0"/>
      <w:adjustRightInd w:val="0"/>
      <w:spacing w:line="210" w:lineRule="atLeast"/>
      <w:ind w:firstLine="182"/>
      <w:jc w:val="both"/>
    </w:pPr>
    <w:rPr>
      <w:sz w:val="18"/>
      <w:szCs w:val="18"/>
    </w:rPr>
  </w:style>
  <w:style w:type="table" w:styleId="Tabela-Siatka">
    <w:name w:val="Table Grid"/>
    <w:basedOn w:val="Standardowy"/>
    <w:rsid w:val="00BC3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D7A00"/>
    <w:pPr>
      <w:tabs>
        <w:tab w:val="left" w:pos="851"/>
      </w:tabs>
      <w:ind w:left="720" w:right="-284" w:hanging="360"/>
      <w:jc w:val="both"/>
    </w:pPr>
    <w:rPr>
      <w:color w:val="000000"/>
      <w:w w:val="90"/>
      <w:sz w:val="22"/>
    </w:rPr>
  </w:style>
  <w:style w:type="paragraph" w:styleId="Tekstdymka">
    <w:name w:val="Balloon Text"/>
    <w:basedOn w:val="Normalny"/>
    <w:link w:val="TekstdymkaZnak"/>
    <w:rsid w:val="00B161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617B"/>
    <w:rPr>
      <w:rFonts w:ascii="Tahoma" w:hAnsi="Tahoma" w:cs="Tahoma"/>
      <w:sz w:val="16"/>
      <w:szCs w:val="16"/>
    </w:rPr>
  </w:style>
  <w:style w:type="paragraph" w:customStyle="1" w:styleId="Pa27">
    <w:name w:val="Pa27"/>
    <w:basedOn w:val="Normalny"/>
    <w:next w:val="Normalny"/>
    <w:uiPriority w:val="99"/>
    <w:rsid w:val="001C6682"/>
    <w:pPr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9">
    <w:name w:val="A9"/>
    <w:uiPriority w:val="99"/>
    <w:rsid w:val="001C6682"/>
    <w:rPr>
      <w:rFonts w:cs="Myriad Pro"/>
      <w:color w:val="000000"/>
      <w:sz w:val="18"/>
      <w:szCs w:val="18"/>
    </w:rPr>
  </w:style>
  <w:style w:type="paragraph" w:customStyle="1" w:styleId="Pa28">
    <w:name w:val="Pa28"/>
    <w:basedOn w:val="Normalny"/>
    <w:next w:val="Normalny"/>
    <w:uiPriority w:val="99"/>
    <w:rsid w:val="001C6682"/>
    <w:pPr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paragraph" w:customStyle="1" w:styleId="Default">
    <w:name w:val="Default"/>
    <w:rsid w:val="001C6682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1C6682"/>
    <w:pPr>
      <w:spacing w:line="141" w:lineRule="atLeast"/>
    </w:pPr>
    <w:rPr>
      <w:rFonts w:cs="Times New Roman"/>
      <w:color w:val="auto"/>
    </w:rPr>
  </w:style>
  <w:style w:type="paragraph" w:styleId="NormalnyWeb">
    <w:name w:val="Normal (Web)"/>
    <w:basedOn w:val="Normalny"/>
    <w:uiPriority w:val="99"/>
    <w:unhideWhenUsed/>
    <w:rsid w:val="003D44A3"/>
    <w:pPr>
      <w:spacing w:after="100"/>
    </w:pPr>
  </w:style>
  <w:style w:type="character" w:customStyle="1" w:styleId="NagwekZnak">
    <w:name w:val="Nagłówek Znak"/>
    <w:basedOn w:val="Domylnaczcionkaakapitu"/>
    <w:link w:val="Nagwek"/>
    <w:uiPriority w:val="99"/>
    <w:rsid w:val="00871FD7"/>
    <w:rPr>
      <w:lang w:val="en-US"/>
    </w:rPr>
  </w:style>
  <w:style w:type="character" w:customStyle="1" w:styleId="st1">
    <w:name w:val="st1"/>
    <w:basedOn w:val="Domylnaczcionkaakapitu"/>
    <w:rsid w:val="00FE3840"/>
  </w:style>
  <w:style w:type="character" w:styleId="Odwoaniedokomentarza">
    <w:name w:val="annotation reference"/>
    <w:basedOn w:val="Domylnaczcionkaakapitu"/>
    <w:semiHidden/>
    <w:unhideWhenUsed/>
    <w:rsid w:val="006475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475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751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475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4751A"/>
    <w:rPr>
      <w:b/>
      <w:bCs/>
    </w:rPr>
  </w:style>
  <w:style w:type="paragraph" w:styleId="Stopka">
    <w:name w:val="footer"/>
    <w:basedOn w:val="Normalny"/>
    <w:link w:val="StopkaZnak"/>
    <w:unhideWhenUsed/>
    <w:rsid w:val="00CD3B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D3B08"/>
    <w:rPr>
      <w:sz w:val="24"/>
      <w:szCs w:val="24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Nag 1 Znak"/>
    <w:link w:val="Akapitzlist"/>
    <w:uiPriority w:val="34"/>
    <w:qFormat/>
    <w:locked/>
    <w:rsid w:val="00250A9E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317829">
      <w:bodyDiv w:val="1"/>
      <w:marLeft w:val="0"/>
      <w:marRight w:val="0"/>
      <w:marTop w:val="0"/>
      <w:marBottom w:val="0"/>
      <w:divBdr>
        <w:top w:val="single" w:sz="48" w:space="0" w:color="0074BD"/>
        <w:left w:val="none" w:sz="0" w:space="0" w:color="auto"/>
        <w:bottom w:val="none" w:sz="0" w:space="0" w:color="auto"/>
        <w:right w:val="none" w:sz="0" w:space="0" w:color="auto"/>
      </w:divBdr>
      <w:divsChild>
        <w:div w:id="20326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2590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74B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3038">
      <w:bodyDiv w:val="1"/>
      <w:marLeft w:val="0"/>
      <w:marRight w:val="0"/>
      <w:marTop w:val="0"/>
      <w:marBottom w:val="0"/>
      <w:divBdr>
        <w:top w:val="single" w:sz="48" w:space="0" w:color="0074BD"/>
        <w:left w:val="none" w:sz="0" w:space="0" w:color="auto"/>
        <w:bottom w:val="none" w:sz="0" w:space="0" w:color="auto"/>
        <w:right w:val="none" w:sz="0" w:space="0" w:color="auto"/>
      </w:divBdr>
      <w:divsChild>
        <w:div w:id="19540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070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74B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994153">
      <w:bodyDiv w:val="1"/>
      <w:marLeft w:val="0"/>
      <w:marRight w:val="0"/>
      <w:marTop w:val="0"/>
      <w:marBottom w:val="0"/>
      <w:divBdr>
        <w:top w:val="single" w:sz="48" w:space="0" w:color="0074BD"/>
        <w:left w:val="none" w:sz="0" w:space="0" w:color="auto"/>
        <w:bottom w:val="none" w:sz="0" w:space="0" w:color="auto"/>
        <w:right w:val="none" w:sz="0" w:space="0" w:color="auto"/>
      </w:divBdr>
      <w:divsChild>
        <w:div w:id="2611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4126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1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74B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465365">
      <w:bodyDiv w:val="1"/>
      <w:marLeft w:val="0"/>
      <w:marRight w:val="0"/>
      <w:marTop w:val="0"/>
      <w:marBottom w:val="0"/>
      <w:divBdr>
        <w:top w:val="single" w:sz="48" w:space="0" w:color="0074BD"/>
        <w:left w:val="none" w:sz="0" w:space="0" w:color="auto"/>
        <w:bottom w:val="none" w:sz="0" w:space="0" w:color="auto"/>
        <w:right w:val="none" w:sz="0" w:space="0" w:color="auto"/>
      </w:divBdr>
      <w:divsChild>
        <w:div w:id="20752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90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74B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5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16778">
          <w:marLeft w:val="0"/>
          <w:marRight w:val="0"/>
          <w:marTop w:val="0"/>
          <w:marBottom w:val="50"/>
          <w:divBdr>
            <w:top w:val="single" w:sz="4" w:space="3" w:color="FFFFFF"/>
            <w:left w:val="single" w:sz="4" w:space="3" w:color="FFFFFF"/>
            <w:bottom w:val="single" w:sz="4" w:space="3" w:color="FFFFFF"/>
            <w:right w:val="single" w:sz="4" w:space="3" w:color="FFFFFF"/>
          </w:divBdr>
          <w:divsChild>
            <w:div w:id="696127283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410362">
      <w:bodyDiv w:val="1"/>
      <w:marLeft w:val="0"/>
      <w:marRight w:val="0"/>
      <w:marTop w:val="0"/>
      <w:marBottom w:val="0"/>
      <w:divBdr>
        <w:top w:val="single" w:sz="48" w:space="0" w:color="0074BD"/>
        <w:left w:val="none" w:sz="0" w:space="0" w:color="auto"/>
        <w:bottom w:val="none" w:sz="0" w:space="0" w:color="auto"/>
        <w:right w:val="none" w:sz="0" w:space="0" w:color="auto"/>
      </w:divBdr>
      <w:divsChild>
        <w:div w:id="17358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296233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8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74B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5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3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01501">
          <w:marLeft w:val="0"/>
          <w:marRight w:val="0"/>
          <w:marTop w:val="0"/>
          <w:marBottom w:val="50"/>
          <w:divBdr>
            <w:top w:val="single" w:sz="4" w:space="3" w:color="FFFFFF"/>
            <w:left w:val="single" w:sz="4" w:space="3" w:color="FFFFFF"/>
            <w:bottom w:val="single" w:sz="4" w:space="3" w:color="FFFFFF"/>
            <w:right w:val="single" w:sz="4" w:space="3" w:color="FFFFFF"/>
          </w:divBdr>
          <w:divsChild>
            <w:div w:id="767966782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2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1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915475">
      <w:bodyDiv w:val="1"/>
      <w:marLeft w:val="0"/>
      <w:marRight w:val="0"/>
      <w:marTop w:val="0"/>
      <w:marBottom w:val="0"/>
      <w:divBdr>
        <w:top w:val="single" w:sz="48" w:space="0" w:color="0074BD"/>
        <w:left w:val="none" w:sz="0" w:space="0" w:color="auto"/>
        <w:bottom w:val="none" w:sz="0" w:space="0" w:color="auto"/>
        <w:right w:val="none" w:sz="0" w:space="0" w:color="auto"/>
      </w:divBdr>
      <w:divsChild>
        <w:div w:id="8911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73277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1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74B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677356">
      <w:bodyDiv w:val="1"/>
      <w:marLeft w:val="0"/>
      <w:marRight w:val="0"/>
      <w:marTop w:val="0"/>
      <w:marBottom w:val="0"/>
      <w:divBdr>
        <w:top w:val="single" w:sz="48" w:space="0" w:color="0074BD"/>
        <w:left w:val="none" w:sz="0" w:space="0" w:color="auto"/>
        <w:bottom w:val="none" w:sz="0" w:space="0" w:color="auto"/>
        <w:right w:val="none" w:sz="0" w:space="0" w:color="auto"/>
      </w:divBdr>
      <w:divsChild>
        <w:div w:id="16571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1290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32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74B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617149">
      <w:bodyDiv w:val="1"/>
      <w:marLeft w:val="0"/>
      <w:marRight w:val="0"/>
      <w:marTop w:val="0"/>
      <w:marBottom w:val="0"/>
      <w:divBdr>
        <w:top w:val="single" w:sz="48" w:space="0" w:color="0074BD"/>
        <w:left w:val="none" w:sz="0" w:space="0" w:color="auto"/>
        <w:bottom w:val="none" w:sz="0" w:space="0" w:color="auto"/>
        <w:right w:val="none" w:sz="0" w:space="0" w:color="auto"/>
      </w:divBdr>
      <w:divsChild>
        <w:div w:id="1004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2201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90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74B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_Mochocka\Desktop\UMOWY%20NA%20DOSTAW&#280;\Wymagane%20parametry%20urz&#261;dzen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8A281-A933-40A0-92BA-9A7C358E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Wymagane parametry urządzenia</Template>
  <TotalTime>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Wymagane parametry urządzenia (niespełnienie parametru spowoduje odrzucenie oferty)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Wymagane parametry urządzenia (niespełnienie parametru spowoduje odrzucenie oferty)</dc:title>
  <dc:creator>Sylwia_Mochocka</dc:creator>
  <cp:lastModifiedBy>UMED</cp:lastModifiedBy>
  <cp:revision>2</cp:revision>
  <cp:lastPrinted>2025-10-02T11:27:00Z</cp:lastPrinted>
  <dcterms:created xsi:type="dcterms:W3CDTF">2025-12-16T10:26:00Z</dcterms:created>
  <dcterms:modified xsi:type="dcterms:W3CDTF">2025-12-16T10:26:00Z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3e8134cd-9bdd-4bd3-804d-93bd8fbde450</vt:lpwstr>
  </property>
</Properties>
</file>